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25B7066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3E6F" w:rsidRPr="002B074F">
        <w:rPr>
          <w:rFonts w:ascii="Corbel" w:hAnsi="Corbel"/>
          <w:b/>
          <w:smallCaps/>
          <w:sz w:val="24"/>
          <w:szCs w:val="24"/>
        </w:rPr>
        <w:t>2022/2023-202</w:t>
      </w:r>
      <w:r w:rsidR="00F73E6F">
        <w:rPr>
          <w:rFonts w:ascii="Corbel" w:hAnsi="Corbel"/>
          <w:b/>
          <w:smallCaps/>
          <w:sz w:val="24"/>
          <w:szCs w:val="24"/>
        </w:rPr>
        <w:t>3</w:t>
      </w:r>
      <w:r w:rsidR="00F73E6F" w:rsidRPr="002B074F">
        <w:rPr>
          <w:rFonts w:ascii="Corbel" w:hAnsi="Corbel"/>
          <w:b/>
          <w:smallCaps/>
          <w:sz w:val="24"/>
          <w:szCs w:val="24"/>
        </w:rPr>
        <w:t>/202</w:t>
      </w:r>
      <w:r w:rsidR="00F73E6F">
        <w:rPr>
          <w:rFonts w:ascii="Corbel" w:hAnsi="Corbel"/>
          <w:b/>
          <w:smallCaps/>
          <w:sz w:val="24"/>
          <w:szCs w:val="24"/>
        </w:rPr>
        <w:t>4</w:t>
      </w:r>
      <w:r w:rsidR="00F73E6F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5D06FFD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D4CF9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B468A4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3E8037B0" w:rsidR="0085747A" w:rsidRPr="009C54AE" w:rsidRDefault="008F3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9DC">
              <w:rPr>
                <w:rFonts w:ascii="Corbel" w:hAnsi="Corbel"/>
                <w:b w:val="0"/>
                <w:sz w:val="24"/>
                <w:szCs w:val="24"/>
              </w:rPr>
              <w:t>Organizacja usług publicznych w samorządzie terytorialnym</w:t>
            </w:r>
          </w:p>
        </w:tc>
      </w:tr>
      <w:tr w:rsidR="0085747A" w:rsidRPr="009C54AE" w14:paraId="56C69E9C" w14:textId="77777777" w:rsidTr="00B468A4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0F8B944C" w:rsidR="0085747A" w:rsidRPr="009C54AE" w:rsidRDefault="00382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2650">
              <w:rPr>
                <w:rFonts w:ascii="Corbel" w:hAnsi="Corbel"/>
                <w:b w:val="0"/>
                <w:sz w:val="24"/>
                <w:szCs w:val="24"/>
              </w:rPr>
              <w:t>A2SO15</w:t>
            </w:r>
          </w:p>
        </w:tc>
      </w:tr>
      <w:tr w:rsidR="0085747A" w:rsidRPr="009C54AE" w14:paraId="04B7DE72" w14:textId="77777777" w:rsidTr="00B468A4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627EA1B6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3F05A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B468A4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42A6AD43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B468A4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B468A4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00B468A4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2E37A9C" w14:textId="77777777" w:rsidTr="00B468A4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4897522" w:rsidR="0085747A" w:rsidRPr="009C54AE" w:rsidRDefault="00DD32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B468A4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5B145F8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rok/ </w:t>
            </w:r>
            <w:r w:rsidR="006C0AFD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B70A412" w14:textId="77777777" w:rsidTr="00B468A4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02CD7E6B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>-specjalizaycjny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6D56A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683DC039" w14:textId="77777777" w:rsidTr="00B468A4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75A18" w:rsidRPr="009C54AE" w14:paraId="6D58EFB8" w14:textId="77777777" w:rsidTr="00B468A4">
        <w:tc>
          <w:tcPr>
            <w:tcW w:w="2694" w:type="dxa"/>
            <w:vAlign w:val="center"/>
          </w:tcPr>
          <w:p w14:paraId="24042AC4" w14:textId="77777777" w:rsidR="00575A18" w:rsidRPr="009C54AE" w:rsidRDefault="00575A18" w:rsidP="00575A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42DB0659" w:rsidR="00575A18" w:rsidRPr="009C54AE" w:rsidRDefault="00575A18" w:rsidP="00575A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3FEE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B468A4" w:rsidRPr="009C54AE" w14:paraId="1C5B2BB9" w14:textId="77777777" w:rsidTr="00B468A4">
        <w:tc>
          <w:tcPr>
            <w:tcW w:w="2694" w:type="dxa"/>
            <w:vAlign w:val="center"/>
          </w:tcPr>
          <w:p w14:paraId="07F1532B" w14:textId="77777777" w:rsidR="00B468A4" w:rsidRPr="009C54AE" w:rsidRDefault="00B468A4" w:rsidP="00B468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1BA695FA" w:rsidR="00B468A4" w:rsidRPr="009C54AE" w:rsidRDefault="00575A18" w:rsidP="00B468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5A18">
              <w:rPr>
                <w:rFonts w:ascii="Corbel" w:hAnsi="Corbel"/>
                <w:b w:val="0"/>
                <w:sz w:val="24"/>
                <w:szCs w:val="24"/>
              </w:rPr>
              <w:t>mgr Agata Fiołek</w:t>
            </w:r>
            <w:r w:rsidRPr="00575A18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575A18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B22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B22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1BBFE781" w:rsidR="00015B8F" w:rsidRPr="009C54AE" w:rsidRDefault="00B468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738248A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3D54C3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267E0C0" w:rsidR="00015B8F" w:rsidRPr="009C54AE" w:rsidRDefault="002533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52D353E" w:rsidR="00015B8F" w:rsidRPr="009C54AE" w:rsidRDefault="00AA6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575A1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75A1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575A1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EF8AB" w14:textId="1383C62F" w:rsidR="00071105" w:rsidRPr="00CB4504" w:rsidRDefault="00AA6A2A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Konwersatorium</w:t>
      </w:r>
      <w:r w:rsidR="00C2018D">
        <w:rPr>
          <w:rFonts w:ascii="Corbel" w:hAnsi="Corbel"/>
          <w:b w:val="0"/>
          <w:szCs w:val="24"/>
        </w:rPr>
        <w:t>: zaliczenie z oceną</w:t>
      </w:r>
    </w:p>
    <w:p w14:paraId="2492EEB0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14E14067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F05AD" w:rsidRPr="009C54AE" w14:paraId="66B61722" w14:textId="77777777" w:rsidTr="003F05AD">
        <w:tc>
          <w:tcPr>
            <w:tcW w:w="845" w:type="dxa"/>
            <w:vAlign w:val="center"/>
          </w:tcPr>
          <w:p w14:paraId="0CEBFA8E" w14:textId="77777777" w:rsidR="003F05AD" w:rsidRPr="009C54AE" w:rsidRDefault="003F05A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590DA1" w14:textId="40AE5326" w:rsidR="003F05AD" w:rsidRPr="0046136A" w:rsidRDefault="003F05A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 obszarami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br/>
              <w:t xml:space="preserve">i instrumentami </w:t>
            </w:r>
            <w:r>
              <w:rPr>
                <w:rFonts w:ascii="Corbel" w:hAnsi="Corbel"/>
                <w:b w:val="0"/>
                <w:sz w:val="24"/>
                <w:szCs w:val="24"/>
              </w:rPr>
              <w:t>w zakresie wykonywania usług publicznych w samorządzie terytorialnym.</w:t>
            </w:r>
          </w:p>
        </w:tc>
      </w:tr>
      <w:tr w:rsidR="003F05AD" w:rsidRPr="009C54AE" w14:paraId="1E490D16" w14:textId="77777777" w:rsidTr="003F05AD">
        <w:tc>
          <w:tcPr>
            <w:tcW w:w="845" w:type="dxa"/>
            <w:vAlign w:val="center"/>
          </w:tcPr>
          <w:p w14:paraId="72A27101" w14:textId="0E385C88" w:rsidR="003F05AD" w:rsidRPr="009C54AE" w:rsidRDefault="003F05AD" w:rsidP="00EA47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57AF3" w14:textId="2B2134D2" w:rsidR="003F05AD" w:rsidRPr="0046136A" w:rsidRDefault="003F05A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mechanizmów w obszarze realizacji usług publicznych w samorządzie terytorialnym.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B43051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9C54AE" w14:paraId="276813DA" w14:textId="77777777" w:rsidTr="00B43051">
        <w:tc>
          <w:tcPr>
            <w:tcW w:w="1679" w:type="dxa"/>
          </w:tcPr>
          <w:p w14:paraId="308BDDE1" w14:textId="77777777" w:rsidR="00A0649B" w:rsidRDefault="00A0649B" w:rsidP="00A06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74F953" w14:textId="77777777" w:rsidR="00A0649B" w:rsidRPr="009C54AE" w:rsidRDefault="00A0649B" w:rsidP="00A064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3029FC1" w14:textId="77777777" w:rsidR="00C70C0C" w:rsidRPr="00C70C0C" w:rsidRDefault="00C70C0C" w:rsidP="00C70C0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</w:p>
          <w:p w14:paraId="3D8DDAB7" w14:textId="16B7704E" w:rsidR="00A0649B" w:rsidRPr="009C54AE" w:rsidRDefault="00C70C0C" w:rsidP="00C70C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  <w:vAlign w:val="center"/>
          </w:tcPr>
          <w:p w14:paraId="060C7819" w14:textId="5B7C2AF3" w:rsidR="00A0649B" w:rsidRPr="009C54AE" w:rsidRDefault="00C70C0C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0649B" w:rsidRPr="009C54AE" w14:paraId="3AD2EE9A" w14:textId="77777777" w:rsidTr="00B43051">
        <w:tc>
          <w:tcPr>
            <w:tcW w:w="1679" w:type="dxa"/>
          </w:tcPr>
          <w:p w14:paraId="5FCCC833" w14:textId="00CBCDB2" w:rsidR="00A0649B" w:rsidRPr="009C54AE" w:rsidRDefault="00A0649B" w:rsidP="00A064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vAlign w:val="center"/>
          </w:tcPr>
          <w:p w14:paraId="373F74FA" w14:textId="77777777" w:rsidR="00B43051" w:rsidRPr="00B43051" w:rsidRDefault="00B43051" w:rsidP="00B4305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14:paraId="4E2927CA" w14:textId="18775F15" w:rsidR="00A0649B" w:rsidRPr="009C54AE" w:rsidRDefault="00B43051" w:rsidP="00B430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vAlign w:val="center"/>
          </w:tcPr>
          <w:p w14:paraId="1BE8535E" w14:textId="43B91669" w:rsidR="00A0649B" w:rsidRPr="009C54AE" w:rsidRDefault="00B43051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9C54AE" w14:paraId="2E1AABC3" w14:textId="77777777" w:rsidTr="00B43051">
        <w:tc>
          <w:tcPr>
            <w:tcW w:w="1679" w:type="dxa"/>
          </w:tcPr>
          <w:p w14:paraId="4E2ED729" w14:textId="423B802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7822C54" w14:textId="77777777" w:rsidR="00B016C6" w:rsidRPr="00C049B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14:paraId="760112B0" w14:textId="77EB4025" w:rsidR="00B016C6" w:rsidRPr="00F81D8A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6A5C30D4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E6BD96A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6DF21" w14:textId="72526CE4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16C6" w:rsidRPr="009C54AE" w14:paraId="3CB0D8AC" w14:textId="77777777" w:rsidTr="00B43051">
        <w:tc>
          <w:tcPr>
            <w:tcW w:w="1679" w:type="dxa"/>
          </w:tcPr>
          <w:p w14:paraId="4A58F7D7" w14:textId="7FB08CD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228E046" w14:textId="4D01DF4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0530D039" w14:textId="65F4C564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9C54AE" w14:paraId="07709059" w14:textId="77777777" w:rsidTr="00B43051">
        <w:tc>
          <w:tcPr>
            <w:tcW w:w="1679" w:type="dxa"/>
          </w:tcPr>
          <w:p w14:paraId="3063A1A7" w14:textId="33172BA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93D5EB4" w14:textId="2ED6C59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2CB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26713D4" w14:textId="635F75BC" w:rsidR="00B016C6" w:rsidRPr="00B43051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9C54AE" w14:paraId="084A4319" w14:textId="77777777" w:rsidTr="00B43051">
        <w:trPr>
          <w:trHeight w:val="1499"/>
        </w:trPr>
        <w:tc>
          <w:tcPr>
            <w:tcW w:w="1679" w:type="dxa"/>
          </w:tcPr>
          <w:p w14:paraId="6F8FCB62" w14:textId="1AF29E15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7A7A570C" w14:textId="372D378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E0B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016C6" w:rsidRPr="009C54AE" w14:paraId="1F065476" w14:textId="77777777" w:rsidTr="00B43051">
        <w:tc>
          <w:tcPr>
            <w:tcW w:w="1679" w:type="dxa"/>
          </w:tcPr>
          <w:p w14:paraId="21783D92" w14:textId="38E5952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2D847103" w14:textId="77777777" w:rsidR="00B016C6" w:rsidRPr="00E207C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</w:t>
            </w:r>
          </w:p>
          <w:p w14:paraId="1CDEC935" w14:textId="4CF058E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29D9AE74" w14:textId="4E060FF6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016C6" w:rsidRPr="009C54AE" w14:paraId="6BFB0680" w14:textId="77777777" w:rsidTr="00B43051">
        <w:tc>
          <w:tcPr>
            <w:tcW w:w="1679" w:type="dxa"/>
          </w:tcPr>
          <w:p w14:paraId="2F3D5200" w14:textId="11A5B5F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14:paraId="1860FF6F" w14:textId="77777777" w:rsidR="00B016C6" w:rsidRPr="000D4F4E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14:paraId="5E7F92D4" w14:textId="5C33F32E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F30BE22" w14:textId="1B628B4B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016C6" w:rsidRPr="009C54AE" w14:paraId="62B5EFA5" w14:textId="77777777" w:rsidTr="00B43051">
        <w:tc>
          <w:tcPr>
            <w:tcW w:w="1679" w:type="dxa"/>
          </w:tcPr>
          <w:p w14:paraId="58FBBF12" w14:textId="750AE50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</w:tcPr>
          <w:p w14:paraId="4CDDF1B3" w14:textId="6DE20B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3E9">
              <w:rPr>
                <w:rFonts w:ascii="Corbel" w:hAnsi="Corbel"/>
                <w:b w:val="0"/>
                <w:smallCaps w:val="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9C54AE" w14:paraId="5F832EB8" w14:textId="77777777" w:rsidTr="00B43051">
        <w:tc>
          <w:tcPr>
            <w:tcW w:w="1679" w:type="dxa"/>
          </w:tcPr>
          <w:p w14:paraId="36A3AA4F" w14:textId="6D87D54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77A6F683" w14:textId="77777777" w:rsidR="00B016C6" w:rsidRPr="00AA20BA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</w:p>
          <w:p w14:paraId="3FC9668D" w14:textId="5B4BEFD5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2C6FFE80" w14:textId="7D4ECE3F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9C54AE" w14:paraId="6920F2A8" w14:textId="77777777" w:rsidTr="00B43051">
        <w:tc>
          <w:tcPr>
            <w:tcW w:w="1679" w:type="dxa"/>
          </w:tcPr>
          <w:p w14:paraId="3503151B" w14:textId="63E4AEE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</w:tcPr>
          <w:p w14:paraId="1C9E9CD9" w14:textId="77777777" w:rsidR="00B016C6" w:rsidRPr="00B016C6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14:paraId="524D7D6E" w14:textId="0BF3F0AD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01D1CFE3" w14:textId="7F4AC41C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D26327" w14:textId="77777777" w:rsidR="0023579F" w:rsidRPr="009C54AE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F4223D" w14:paraId="3B466619" w14:textId="77777777" w:rsidTr="00B720EA">
        <w:tc>
          <w:tcPr>
            <w:tcW w:w="9520" w:type="dxa"/>
          </w:tcPr>
          <w:p w14:paraId="6AEDAE58" w14:textId="77777777" w:rsidR="0023579F" w:rsidRPr="00F4223D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F4223D" w14:paraId="021C9747" w14:textId="77777777" w:rsidTr="00B720EA">
        <w:tc>
          <w:tcPr>
            <w:tcW w:w="9520" w:type="dxa"/>
          </w:tcPr>
          <w:p w14:paraId="16C797F0" w14:textId="77777777" w:rsidR="0023579F" w:rsidRPr="00F4223D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usług publicznych, usług użyteczności publicznej, gospodarki komunalnej. </w:t>
            </w:r>
            <w:r w:rsidRPr="00E002D6">
              <w:rPr>
                <w:rFonts w:ascii="Corbel" w:hAnsi="Corbel"/>
                <w:sz w:val="24"/>
                <w:szCs w:val="24"/>
              </w:rPr>
              <w:t>Rodzaje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</w:p>
        </w:tc>
      </w:tr>
      <w:tr w:rsidR="0023579F" w:rsidRPr="00F4223D" w14:paraId="536135A8" w14:textId="77777777" w:rsidTr="00B720EA">
        <w:tc>
          <w:tcPr>
            <w:tcW w:w="9520" w:type="dxa"/>
          </w:tcPr>
          <w:p w14:paraId="1DE41E0A" w14:textId="6BB9ECCC" w:rsidR="0023579F" w:rsidRPr="00B13EAC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EAC">
              <w:rPr>
                <w:rFonts w:ascii="Corbel" w:hAnsi="Corbel"/>
                <w:sz w:val="24"/>
                <w:szCs w:val="24"/>
              </w:rPr>
              <w:t>Podmioty gospodarki komunalnej.</w:t>
            </w:r>
            <w:r>
              <w:t xml:space="preserve"> </w:t>
            </w:r>
            <w:r w:rsidRPr="00B13EAC">
              <w:rPr>
                <w:rFonts w:ascii="Corbel" w:hAnsi="Corbel"/>
                <w:sz w:val="24"/>
                <w:szCs w:val="24"/>
              </w:rPr>
              <w:t>Współpraca jednostek samorządu terytorialnego w zakresie realizacji usług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0D4CF9">
              <w:rPr>
                <w:rFonts w:ascii="Corbel" w:hAnsi="Corbel"/>
                <w:sz w:val="24"/>
                <w:szCs w:val="24"/>
              </w:rPr>
              <w:t xml:space="preserve"> Zadania własne i zlecone.</w:t>
            </w:r>
          </w:p>
        </w:tc>
      </w:tr>
      <w:tr w:rsidR="0023579F" w:rsidRPr="00F4223D" w14:paraId="66BD007F" w14:textId="77777777" w:rsidTr="00B720EA">
        <w:tc>
          <w:tcPr>
            <w:tcW w:w="9520" w:type="dxa"/>
          </w:tcPr>
          <w:p w14:paraId="53545E93" w14:textId="77777777" w:rsidR="0023579F" w:rsidRPr="008D17B5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2FD6">
              <w:rPr>
                <w:rFonts w:ascii="Corbel" w:hAnsi="Corbel"/>
                <w:sz w:val="24"/>
                <w:szCs w:val="24"/>
              </w:rPr>
              <w:t xml:space="preserve">Proces świadczenia usług publicznych w samorządzie 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D17B5">
              <w:rPr>
                <w:rFonts w:ascii="Corbel" w:hAnsi="Corbel"/>
                <w:sz w:val="24"/>
                <w:szCs w:val="24"/>
              </w:rPr>
              <w:t>Zlecanie usług podmiotom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17B5">
              <w:rPr>
                <w:rFonts w:ascii="Corbel" w:hAnsi="Corbel"/>
                <w:sz w:val="24"/>
                <w:szCs w:val="24"/>
              </w:rPr>
              <w:t>zewnętrznym (prywatnym) i organizacjom pozarządowym.</w:t>
            </w:r>
          </w:p>
        </w:tc>
      </w:tr>
      <w:tr w:rsidR="0023579F" w:rsidRPr="00F4223D" w14:paraId="6718C864" w14:textId="77777777" w:rsidTr="00B720EA">
        <w:tc>
          <w:tcPr>
            <w:tcW w:w="9520" w:type="dxa"/>
          </w:tcPr>
          <w:p w14:paraId="7BC8F2D5" w14:textId="77777777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przez samorząd województwa.</w:t>
            </w:r>
          </w:p>
        </w:tc>
      </w:tr>
      <w:tr w:rsidR="0023579F" w:rsidRPr="00F4223D" w14:paraId="10C852FB" w14:textId="77777777" w:rsidTr="00B720EA">
        <w:tc>
          <w:tcPr>
            <w:tcW w:w="9520" w:type="dxa"/>
          </w:tcPr>
          <w:p w14:paraId="3CCC9DA3" w14:textId="77777777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przez powiat.</w:t>
            </w:r>
          </w:p>
        </w:tc>
      </w:tr>
      <w:tr w:rsidR="0023579F" w:rsidRPr="00F4223D" w14:paraId="3361DF9A" w14:textId="77777777" w:rsidTr="00B720EA">
        <w:tc>
          <w:tcPr>
            <w:tcW w:w="9520" w:type="dxa"/>
          </w:tcPr>
          <w:p w14:paraId="702415B6" w14:textId="77777777" w:rsidR="0023579F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w gminie.</w:t>
            </w:r>
          </w:p>
        </w:tc>
      </w:tr>
      <w:tr w:rsidR="0023579F" w:rsidRPr="00F4223D" w14:paraId="47541B85" w14:textId="77777777" w:rsidTr="00B720EA">
        <w:tc>
          <w:tcPr>
            <w:tcW w:w="9520" w:type="dxa"/>
          </w:tcPr>
          <w:p w14:paraId="4CCBF3C8" w14:textId="77777777" w:rsidR="0023579F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3582D271" w:rsidR="00E960BB" w:rsidRPr="008D50AC" w:rsidRDefault="0023579F" w:rsidP="008D50AC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A53ADF">
        <w:rPr>
          <w:rFonts w:ascii="Corbel" w:hAnsi="Corbel"/>
          <w:i/>
          <w:sz w:val="20"/>
          <w:szCs w:val="20"/>
        </w:rPr>
        <w:t>:</w:t>
      </w:r>
      <w:r w:rsidR="008D50AC" w:rsidRPr="008D50AC">
        <w:t xml:space="preserve"> </w:t>
      </w:r>
      <w:r w:rsidR="008D50AC" w:rsidRPr="008D50AC">
        <w:rPr>
          <w:rFonts w:ascii="Corbel" w:hAnsi="Corbel"/>
          <w:i/>
          <w:sz w:val="20"/>
          <w:szCs w:val="20"/>
        </w:rPr>
        <w:t>metoda projektów, praca w grupach, dyskusja, analiza przypadków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B660F6" w14:textId="77777777" w:rsidTr="009C59AC">
        <w:tc>
          <w:tcPr>
            <w:tcW w:w="1962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C511A5C" w14:textId="6BBA43E6" w:rsidR="0085747A" w:rsidRPr="00D20863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E6D006E" w14:textId="6A292C63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0B78EFC9" w14:textId="77777777" w:rsidTr="009C59AC">
        <w:tc>
          <w:tcPr>
            <w:tcW w:w="1962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C44E58A" w14:textId="3B016D2F" w:rsidR="0085747A" w:rsidRPr="009C54AE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A26BEF8" w14:textId="5DD49A5D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</w:t>
            </w:r>
            <w:r w:rsidR="008D3742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9D732E6" w14:textId="77777777" w:rsidTr="009C59AC">
        <w:tc>
          <w:tcPr>
            <w:tcW w:w="1962" w:type="dxa"/>
          </w:tcPr>
          <w:p w14:paraId="0BC2104D" w14:textId="14024F6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F806C8" w14:textId="7809879A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7C28F1F5" w14:textId="29AC2A7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33001785" w14:textId="77777777" w:rsidTr="009C59AC">
        <w:tc>
          <w:tcPr>
            <w:tcW w:w="1962" w:type="dxa"/>
          </w:tcPr>
          <w:p w14:paraId="2381FABB" w14:textId="1578654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C7CA6AF" w14:textId="37DE80C1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5135DBD" w14:textId="4CE5FC4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1F8B16F" w14:textId="77777777" w:rsidTr="009C59AC">
        <w:tc>
          <w:tcPr>
            <w:tcW w:w="1962" w:type="dxa"/>
          </w:tcPr>
          <w:p w14:paraId="114B4EAF" w14:textId="63FFDAB3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11651E4" w14:textId="71A0CD48" w:rsidR="008D3742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05041CA" w14:textId="2E0D3DD0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10BCC787" w14:textId="77777777" w:rsidTr="009C59AC">
        <w:tc>
          <w:tcPr>
            <w:tcW w:w="1962" w:type="dxa"/>
          </w:tcPr>
          <w:p w14:paraId="514AA2F8" w14:textId="6B4F8CA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75AD923" w14:textId="4934DFF8" w:rsidR="008D3742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348F3C6" w14:textId="4D09299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01D98EB" w14:textId="77777777" w:rsidTr="009C59AC">
        <w:tc>
          <w:tcPr>
            <w:tcW w:w="1962" w:type="dxa"/>
          </w:tcPr>
          <w:p w14:paraId="7BAADB5D" w14:textId="60B49C8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4AE82BB" w14:textId="25AA6C1D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5DA3B32" w14:textId="738DFF5D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F89D5A4" w14:textId="77777777" w:rsidTr="009C59AC">
        <w:tc>
          <w:tcPr>
            <w:tcW w:w="1962" w:type="dxa"/>
          </w:tcPr>
          <w:p w14:paraId="6E9765D9" w14:textId="35B0633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412B32D0" w14:textId="7BD082AA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1492E81" w14:textId="298A8DBF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C84B6A0" w14:textId="77777777" w:rsidTr="009C59AC">
        <w:tc>
          <w:tcPr>
            <w:tcW w:w="1962" w:type="dxa"/>
          </w:tcPr>
          <w:p w14:paraId="3723587C" w14:textId="63B7466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62065773" w14:textId="1A71238D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855BEC8" w14:textId="436C8EB6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0E7B0FB" w14:textId="77777777" w:rsidTr="009C59AC">
        <w:tc>
          <w:tcPr>
            <w:tcW w:w="1962" w:type="dxa"/>
          </w:tcPr>
          <w:p w14:paraId="1E3633A0" w14:textId="1DAA7E0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2067417E" w14:textId="78AAC09C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4483360" w14:textId="36ABAA0B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0C147637" w14:textId="77777777" w:rsidTr="009C59AC">
        <w:tc>
          <w:tcPr>
            <w:tcW w:w="1962" w:type="dxa"/>
          </w:tcPr>
          <w:p w14:paraId="529C3CBC" w14:textId="2FCB2060" w:rsidR="008D3742" w:rsidRPr="00D44AB7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4ED2ECF6" w14:textId="56D74E82" w:rsidR="008D3742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CD96C17" w14:textId="72A73E3C" w:rsidR="008D3742" w:rsidRPr="00727B0B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62DEA492" w14:textId="3A7286F1" w:rsidR="0085747A" w:rsidRPr="00304121" w:rsidRDefault="00F55C5D" w:rsidP="00304121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konwersatorium: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55C5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74A5E4C6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5130F18E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5F0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03D6ED63" w:rsidR="00C61DC5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2B1D2683" w:rsidR="0085747A" w:rsidRPr="009C54AE" w:rsidRDefault="00092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2F8B04DE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89F487" w14:textId="6ECC4F17" w:rsidR="00C81D15" w:rsidRDefault="00C81D15" w:rsidP="008932FF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Gawłowski,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Machalski,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97F9A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Samorząd terytorialny w systemie administracji publicznej</w:t>
            </w:r>
            <w:r w:rsidR="00997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CeDeWu, Warszawa 2019.</w:t>
            </w:r>
          </w:p>
          <w:p w14:paraId="48760D48" w14:textId="77777777" w:rsidR="006E615C" w:rsidRDefault="00472752" w:rsidP="003A3EF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Stahl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Jaworska-Dębska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.), </w:t>
            </w:r>
            <w:r w:rsidR="009066D9"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samorządu terytorialnego. Część 2. Zadania i kompetencje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</w:t>
            </w:r>
            <w:proofErr w:type="spellEnd"/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6016E2E4" w14:textId="61049107" w:rsidR="0010709E" w:rsidRPr="003A3EFB" w:rsidRDefault="0010709E" w:rsidP="003A3EF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0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Mirosław Stec, Katarzyna Małysa-Sulińska (red), </w:t>
            </w:r>
            <w:r w:rsidRPr="00063E1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Podmiotowość samorządu terytorialnego a zakres jego zadań i kompetencji </w:t>
            </w:r>
            <w:r w:rsidRPr="001070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 2020.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1CBE7346" w14:textId="5158F49C" w:rsidR="00005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D3F5CB" w14:textId="6641EFDF" w:rsidR="00997F9A" w:rsidRDefault="00997F9A" w:rsidP="0076370B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Kulesza, </w:t>
            </w:r>
            <w:r w:rsidRPr="0009218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Gospodarka komunalna – podstawy i mechanizmy prawne</w:t>
            </w:r>
            <w:r w:rsidR="0009218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w: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0921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„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Samorząd Terytorialn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 w:rsidR="000921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nr 7-8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7-24</w:t>
            </w:r>
          </w:p>
          <w:p w14:paraId="2C5F17E0" w14:textId="6DB2DE1D" w:rsidR="00253541" w:rsidRDefault="00924C38" w:rsidP="0076370B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Gola, </w:t>
            </w:r>
            <w:r w:rsidR="00AA6E07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o charakterze użyteczności publicznej przez jednostki samorządu terytorialnego a działalność gospodarcza</w:t>
            </w:r>
            <w:r w:rsid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09218D" w:rsidRP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AA6E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63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76370B" w:rsidRPr="00763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Prawa i Administracji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</w:t>
            </w:r>
            <w:r w:rsid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2014, nr 98, s. </w:t>
            </w:r>
            <w:r w:rsidR="002F3723" w:rsidRP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25-34</w:t>
            </w:r>
            <w:r w:rsid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6C8CC3" w14:textId="2D5AAE37" w:rsidR="004B17FC" w:rsidRDefault="00B7518E" w:rsidP="003D1FFA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Pr="00B7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B17FC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publicznych w jednostkach samorządu terytorialnego</w:t>
            </w:r>
            <w:r w:rsid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w: „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Zbliżenia Cywilizacyjne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2015 </w:t>
            </w:r>
            <w:r w:rsid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nr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 </w:t>
            </w:r>
            <w:r w:rsid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255-287</w:t>
            </w:r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1FF23B" w14:textId="6E7943AF" w:rsidR="003A3EFB" w:rsidRPr="003D1FFA" w:rsidRDefault="00CE2EB5" w:rsidP="003D1FFA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09E">
              <w:rPr>
                <w:rFonts w:ascii="Corbel" w:hAnsi="Corbel"/>
                <w:b w:val="0"/>
                <w:smallCaps w:val="0"/>
                <w:szCs w:val="24"/>
              </w:rPr>
              <w:t>Bentkowska-Furman Izabel</w:t>
            </w:r>
            <w:r w:rsidR="0010709E">
              <w:rPr>
                <w:rFonts w:ascii="Corbel" w:hAnsi="Corbel"/>
                <w:b w:val="0"/>
                <w:smallCaps w:val="0"/>
                <w:szCs w:val="24"/>
              </w:rPr>
              <w:t xml:space="preserve">a, 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70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Zadania samorządu terytorialnego szczebla podstawowego w Rzeczypospolitej Polskiej i wybranych krajach Unii Europejskiej 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>Organizacje pozarządowe a samorząd - 25 lat doświadczeń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redakcja naukowa Urszula Szymańska, Piotr Majer, Monika </w:t>
            </w:r>
            <w:proofErr w:type="spellStart"/>
            <w:r w:rsidRPr="0010709E">
              <w:rPr>
                <w:rFonts w:ascii="Corbel" w:hAnsi="Corbel"/>
                <w:b w:val="0"/>
                <w:smallCaps w:val="0"/>
                <w:szCs w:val="24"/>
              </w:rPr>
              <w:t>Falej</w:t>
            </w:r>
            <w:proofErr w:type="spellEnd"/>
            <w:r w:rsidRPr="0010709E">
              <w:rPr>
                <w:rFonts w:ascii="Corbel" w:hAnsi="Corbel"/>
                <w:b w:val="0"/>
                <w:smallCaps w:val="0"/>
                <w:szCs w:val="24"/>
              </w:rPr>
              <w:t>,  Olsztyn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Uniwersytet Warmińsko-Mazurski w Olsztynie, 2016, s. 21-32.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2E07" w14:textId="77777777" w:rsidR="00626AE1" w:rsidRDefault="00626AE1" w:rsidP="00C16ABF">
      <w:pPr>
        <w:spacing w:after="0" w:line="240" w:lineRule="auto"/>
      </w:pPr>
      <w:r>
        <w:separator/>
      </w:r>
    </w:p>
  </w:endnote>
  <w:endnote w:type="continuationSeparator" w:id="0">
    <w:p w14:paraId="65C0683E" w14:textId="77777777" w:rsidR="00626AE1" w:rsidRDefault="00626A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119B" w14:textId="77777777" w:rsidR="00626AE1" w:rsidRDefault="00626AE1" w:rsidP="00C16ABF">
      <w:pPr>
        <w:spacing w:after="0" w:line="240" w:lineRule="auto"/>
      </w:pPr>
      <w:r>
        <w:separator/>
      </w:r>
    </w:p>
  </w:footnote>
  <w:footnote w:type="continuationSeparator" w:id="0">
    <w:p w14:paraId="5040CB69" w14:textId="77777777" w:rsidR="00626AE1" w:rsidRDefault="00626AE1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256969">
    <w:abstractNumId w:val="0"/>
  </w:num>
  <w:num w:numId="2" w16cid:durableId="1930500178">
    <w:abstractNumId w:val="2"/>
  </w:num>
  <w:num w:numId="3" w16cid:durableId="20021479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015C"/>
    <w:rsid w:val="00042A51"/>
    <w:rsid w:val="00042D2E"/>
    <w:rsid w:val="00044538"/>
    <w:rsid w:val="00044C82"/>
    <w:rsid w:val="00063E14"/>
    <w:rsid w:val="00070ED6"/>
    <w:rsid w:val="00071105"/>
    <w:rsid w:val="000734ED"/>
    <w:rsid w:val="000742DC"/>
    <w:rsid w:val="000770CD"/>
    <w:rsid w:val="00084C12"/>
    <w:rsid w:val="0009218D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CF9"/>
    <w:rsid w:val="000D4F4E"/>
    <w:rsid w:val="000F1C57"/>
    <w:rsid w:val="000F5615"/>
    <w:rsid w:val="00102111"/>
    <w:rsid w:val="0010709E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4210"/>
    <w:rsid w:val="00176083"/>
    <w:rsid w:val="00177FDB"/>
    <w:rsid w:val="00192F37"/>
    <w:rsid w:val="001A1AE0"/>
    <w:rsid w:val="001A2585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79F"/>
    <w:rsid w:val="0024028F"/>
    <w:rsid w:val="00244ABC"/>
    <w:rsid w:val="002533DE"/>
    <w:rsid w:val="00253541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01C6"/>
    <w:rsid w:val="002D2839"/>
    <w:rsid w:val="002D3375"/>
    <w:rsid w:val="002D73D4"/>
    <w:rsid w:val="002F02A3"/>
    <w:rsid w:val="002F3723"/>
    <w:rsid w:val="002F4ABE"/>
    <w:rsid w:val="00300D20"/>
    <w:rsid w:val="003018BA"/>
    <w:rsid w:val="0030395F"/>
    <w:rsid w:val="00304121"/>
    <w:rsid w:val="00305C92"/>
    <w:rsid w:val="003151C5"/>
    <w:rsid w:val="003343CF"/>
    <w:rsid w:val="00336D56"/>
    <w:rsid w:val="00346FE9"/>
    <w:rsid w:val="0034759A"/>
    <w:rsid w:val="003503F6"/>
    <w:rsid w:val="003530DD"/>
    <w:rsid w:val="00363F78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D18A9"/>
    <w:rsid w:val="003D1FFA"/>
    <w:rsid w:val="003D6CE2"/>
    <w:rsid w:val="003E1941"/>
    <w:rsid w:val="003E2FE6"/>
    <w:rsid w:val="003E489D"/>
    <w:rsid w:val="003E49D5"/>
    <w:rsid w:val="003F05AD"/>
    <w:rsid w:val="003F205D"/>
    <w:rsid w:val="003F38C0"/>
    <w:rsid w:val="003F4633"/>
    <w:rsid w:val="00414E3C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75A18"/>
    <w:rsid w:val="0059484D"/>
    <w:rsid w:val="005A0855"/>
    <w:rsid w:val="005A133C"/>
    <w:rsid w:val="005A3196"/>
    <w:rsid w:val="005C080F"/>
    <w:rsid w:val="005C4401"/>
    <w:rsid w:val="005C55E5"/>
    <w:rsid w:val="005C696A"/>
    <w:rsid w:val="005C7657"/>
    <w:rsid w:val="005E6E85"/>
    <w:rsid w:val="005F31D2"/>
    <w:rsid w:val="005F62B8"/>
    <w:rsid w:val="0061029B"/>
    <w:rsid w:val="00617230"/>
    <w:rsid w:val="00617CE5"/>
    <w:rsid w:val="006207E3"/>
    <w:rsid w:val="00621CE1"/>
    <w:rsid w:val="00626A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0AFD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70"/>
    <w:rsid w:val="0076370B"/>
    <w:rsid w:val="00763BF1"/>
    <w:rsid w:val="00766FD4"/>
    <w:rsid w:val="0076763D"/>
    <w:rsid w:val="0078168C"/>
    <w:rsid w:val="00783F38"/>
    <w:rsid w:val="00787C2A"/>
    <w:rsid w:val="00790E27"/>
    <w:rsid w:val="007A3025"/>
    <w:rsid w:val="007A4022"/>
    <w:rsid w:val="007A4465"/>
    <w:rsid w:val="007A6E6E"/>
    <w:rsid w:val="007C3299"/>
    <w:rsid w:val="007C3BCC"/>
    <w:rsid w:val="007C4546"/>
    <w:rsid w:val="007C6FA4"/>
    <w:rsid w:val="007D6E56"/>
    <w:rsid w:val="007F4155"/>
    <w:rsid w:val="0081554D"/>
    <w:rsid w:val="00816958"/>
    <w:rsid w:val="0081707E"/>
    <w:rsid w:val="0083334B"/>
    <w:rsid w:val="008449B3"/>
    <w:rsid w:val="008552A2"/>
    <w:rsid w:val="0085747A"/>
    <w:rsid w:val="00871057"/>
    <w:rsid w:val="00884922"/>
    <w:rsid w:val="00885F64"/>
    <w:rsid w:val="008917F9"/>
    <w:rsid w:val="008932FF"/>
    <w:rsid w:val="00895219"/>
    <w:rsid w:val="008A45F7"/>
    <w:rsid w:val="008C0CC0"/>
    <w:rsid w:val="008C19A9"/>
    <w:rsid w:val="008C379D"/>
    <w:rsid w:val="008C507D"/>
    <w:rsid w:val="008C5147"/>
    <w:rsid w:val="008C5359"/>
    <w:rsid w:val="008C5363"/>
    <w:rsid w:val="008D17B5"/>
    <w:rsid w:val="008D3742"/>
    <w:rsid w:val="008D3DFB"/>
    <w:rsid w:val="008D50AC"/>
    <w:rsid w:val="008E64F4"/>
    <w:rsid w:val="008F12C9"/>
    <w:rsid w:val="008F39DC"/>
    <w:rsid w:val="008F6E29"/>
    <w:rsid w:val="009066D9"/>
    <w:rsid w:val="00916188"/>
    <w:rsid w:val="00923D7D"/>
    <w:rsid w:val="00924C38"/>
    <w:rsid w:val="009301FD"/>
    <w:rsid w:val="009309BC"/>
    <w:rsid w:val="009508DF"/>
    <w:rsid w:val="00950DAC"/>
    <w:rsid w:val="00954A07"/>
    <w:rsid w:val="00997F14"/>
    <w:rsid w:val="00997F9A"/>
    <w:rsid w:val="009A78D9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4C9C"/>
    <w:rsid w:val="00A56C7D"/>
    <w:rsid w:val="00A601C8"/>
    <w:rsid w:val="00A60799"/>
    <w:rsid w:val="00A64FC7"/>
    <w:rsid w:val="00A67744"/>
    <w:rsid w:val="00A76C16"/>
    <w:rsid w:val="00A811BB"/>
    <w:rsid w:val="00A84C85"/>
    <w:rsid w:val="00A97DE1"/>
    <w:rsid w:val="00AA20BA"/>
    <w:rsid w:val="00AA5F0E"/>
    <w:rsid w:val="00AA6A2A"/>
    <w:rsid w:val="00AA6E07"/>
    <w:rsid w:val="00AB053C"/>
    <w:rsid w:val="00AB1B25"/>
    <w:rsid w:val="00AC0D27"/>
    <w:rsid w:val="00AC60B7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16C6"/>
    <w:rsid w:val="00B06142"/>
    <w:rsid w:val="00B135B1"/>
    <w:rsid w:val="00B13EAC"/>
    <w:rsid w:val="00B148BA"/>
    <w:rsid w:val="00B22018"/>
    <w:rsid w:val="00B234D2"/>
    <w:rsid w:val="00B3130B"/>
    <w:rsid w:val="00B40ADB"/>
    <w:rsid w:val="00B4221C"/>
    <w:rsid w:val="00B43051"/>
    <w:rsid w:val="00B43B77"/>
    <w:rsid w:val="00B43E80"/>
    <w:rsid w:val="00B468A4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587A"/>
    <w:rsid w:val="00BB520A"/>
    <w:rsid w:val="00BD1D9C"/>
    <w:rsid w:val="00BD3869"/>
    <w:rsid w:val="00BD66E9"/>
    <w:rsid w:val="00BD6FF4"/>
    <w:rsid w:val="00BF2C41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56036"/>
    <w:rsid w:val="00C61DC5"/>
    <w:rsid w:val="00C67E92"/>
    <w:rsid w:val="00C70A26"/>
    <w:rsid w:val="00C70C0C"/>
    <w:rsid w:val="00C734C3"/>
    <w:rsid w:val="00C766DF"/>
    <w:rsid w:val="00C81D15"/>
    <w:rsid w:val="00C94B98"/>
    <w:rsid w:val="00CA2B96"/>
    <w:rsid w:val="00CA5089"/>
    <w:rsid w:val="00CA56E5"/>
    <w:rsid w:val="00CD5033"/>
    <w:rsid w:val="00CD6897"/>
    <w:rsid w:val="00CE2D7F"/>
    <w:rsid w:val="00CE2EB5"/>
    <w:rsid w:val="00CE5BAC"/>
    <w:rsid w:val="00CF25BE"/>
    <w:rsid w:val="00CF78ED"/>
    <w:rsid w:val="00D02B25"/>
    <w:rsid w:val="00D02EBA"/>
    <w:rsid w:val="00D17C3C"/>
    <w:rsid w:val="00D20863"/>
    <w:rsid w:val="00D23809"/>
    <w:rsid w:val="00D26B2C"/>
    <w:rsid w:val="00D32C52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6E20"/>
    <w:rsid w:val="00DD324A"/>
    <w:rsid w:val="00DE09C0"/>
    <w:rsid w:val="00DE43C3"/>
    <w:rsid w:val="00DE4A14"/>
    <w:rsid w:val="00DF320D"/>
    <w:rsid w:val="00DF71C8"/>
    <w:rsid w:val="00E002D6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5429"/>
    <w:rsid w:val="00E87CE6"/>
    <w:rsid w:val="00E960BB"/>
    <w:rsid w:val="00EA2074"/>
    <w:rsid w:val="00EA477A"/>
    <w:rsid w:val="00EA4832"/>
    <w:rsid w:val="00EA4E9D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3A5A"/>
    <w:rsid w:val="00F26BE3"/>
    <w:rsid w:val="00F27A7B"/>
    <w:rsid w:val="00F4644F"/>
    <w:rsid w:val="00F526AF"/>
    <w:rsid w:val="00F55C5D"/>
    <w:rsid w:val="00F617C3"/>
    <w:rsid w:val="00F7066B"/>
    <w:rsid w:val="00F73E6F"/>
    <w:rsid w:val="00F74639"/>
    <w:rsid w:val="00F81D8A"/>
    <w:rsid w:val="00F83B28"/>
    <w:rsid w:val="00F877AB"/>
    <w:rsid w:val="00F9155C"/>
    <w:rsid w:val="00F974DA"/>
    <w:rsid w:val="00F979C5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9DC42-BEEF-49F8-B25F-160C695D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2021-12-12T17:04:00Z</dcterms:created>
  <dcterms:modified xsi:type="dcterms:W3CDTF">2022-09-16T08:47:00Z</dcterms:modified>
</cp:coreProperties>
</file>